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5D13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D76CDA">
              <w:rPr>
                <w:rFonts w:ascii="Calibri" w:hAnsi="Calibri"/>
              </w:rPr>
              <w:t>ENAV21</w:t>
            </w:r>
            <w:r w:rsidR="005D13E5">
              <w:rPr>
                <w:rFonts w:ascii="Calibri" w:hAnsi="Calibri"/>
              </w:rPr>
              <w:t xml:space="preserve"> WG4</w:t>
            </w:r>
          </w:p>
        </w:tc>
        <w:tc>
          <w:tcPr>
            <w:tcW w:w="5461" w:type="dxa"/>
          </w:tcPr>
          <w:p w:rsidR="000348ED" w:rsidRPr="00E66034" w:rsidRDefault="00B463B7" w:rsidP="005D05A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ENAV21-</w:t>
            </w:r>
            <w:r w:rsidR="005D13E5">
              <w:rPr>
                <w:rFonts w:ascii="Calibri" w:hAnsi="Calibri"/>
              </w:rPr>
              <w:t>14.1.</w:t>
            </w:r>
            <w:r w:rsidR="00D76CDA">
              <w:rPr>
                <w:rFonts w:ascii="Calibri" w:hAnsi="Calibri"/>
              </w:rPr>
              <w:t>16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13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D76CDA">
              <w:rPr>
                <w:rFonts w:ascii="Calibri" w:hAnsi="Calibri"/>
              </w:rPr>
              <w:t>PAP 34</w:t>
            </w:r>
          </w:p>
        </w:tc>
        <w:tc>
          <w:tcPr>
            <w:tcW w:w="5461" w:type="dxa"/>
          </w:tcPr>
          <w:p w:rsidR="000348ED" w:rsidRPr="00E66034" w:rsidRDefault="00B463B7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  <w:r w:rsidR="00D76CDA">
              <w:rPr>
                <w:rFonts w:ascii="Calibri" w:hAnsi="Calibri"/>
              </w:rPr>
              <w:t xml:space="preserve"> September</w:t>
            </w:r>
            <w:r w:rsidR="005D13E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20</w:t>
            </w:r>
            <w:r w:rsidR="005D13E5">
              <w:rPr>
                <w:rFonts w:ascii="Calibri" w:hAnsi="Calibri"/>
              </w:rPr>
              <w:t>17</w:t>
            </w:r>
          </w:p>
        </w:tc>
      </w:tr>
    </w:tbl>
    <w:p w:rsidR="000348ED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5D13E5" w:rsidRDefault="00D76CDA" w:rsidP="005D13E5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New work item on Ship Reporting</w:t>
      </w:r>
    </w:p>
    <w:p w:rsidR="00553B64" w:rsidRDefault="00553B64" w:rsidP="00553B64">
      <w:pPr>
        <w:pStyle w:val="Heading1"/>
      </w:pPr>
      <w:r>
        <w:t>SUMMARY</w:t>
      </w:r>
    </w:p>
    <w:p w:rsidR="00553B64" w:rsidRDefault="00553B64" w:rsidP="00553B64">
      <w:pPr>
        <w:pStyle w:val="BodyText"/>
      </w:pPr>
      <w:r>
        <w:t>IMO is leading development of a “</w:t>
      </w:r>
      <w:r>
        <w:rPr>
          <w:rFonts w:cs="Arial"/>
          <w:bCs/>
        </w:rPr>
        <w:t xml:space="preserve">Means for standardized and automated reporting” (“S2”) </w:t>
      </w:r>
      <w:r>
        <w:t xml:space="preserve">from ship-board </w:t>
      </w:r>
      <w:proofErr w:type="gramStart"/>
      <w:r>
        <w:t>perspective</w:t>
      </w:r>
      <w:proofErr w:type="gramEnd"/>
      <w:r>
        <w:t>, IALA should conduct this task from the shore-side perspective in close cooperation with other organizations.</w:t>
      </w:r>
    </w:p>
    <w:p w:rsidR="00553B64" w:rsidRDefault="00553B64" w:rsidP="00553B64">
      <w:pPr>
        <w:pStyle w:val="BodyText"/>
      </w:pPr>
      <w:r>
        <w:t xml:space="preserve">It is in IALA National </w:t>
      </w:r>
      <w:r w:rsidR="00051303">
        <w:t xml:space="preserve">and Associate </w:t>
      </w:r>
      <w:r>
        <w:t>Members’ interest to receive ship reports for:</w:t>
      </w:r>
    </w:p>
    <w:p w:rsidR="00553B64" w:rsidRDefault="00553B64" w:rsidP="00553B64">
      <w:pPr>
        <w:pStyle w:val="Bullet1"/>
      </w:pPr>
      <w:r>
        <w:t>Risk Assessment: What dangerous cargo is the ship carrying into port</w:t>
      </w:r>
      <w:r w:rsidR="00051303">
        <w:t>,</w:t>
      </w:r>
    </w:p>
    <w:p w:rsidR="00553B64" w:rsidRDefault="00553B64" w:rsidP="00553B64">
      <w:pPr>
        <w:pStyle w:val="Bullet1"/>
      </w:pPr>
      <w:r>
        <w:t>Emergency Response</w:t>
      </w:r>
      <w:r w:rsidR="00051303">
        <w:t>,</w:t>
      </w:r>
    </w:p>
    <w:p w:rsidR="00553B64" w:rsidRDefault="00553B64" w:rsidP="00553B64">
      <w:pPr>
        <w:pStyle w:val="Bullet1"/>
      </w:pPr>
      <w:r>
        <w:t>Logging traffic volumes by type of vessel for</w:t>
      </w:r>
      <w:r w:rsidR="00051303">
        <w:t xml:space="preserve"> VTS facility planning purposes,</w:t>
      </w:r>
    </w:p>
    <w:p w:rsidR="00553B64" w:rsidRDefault="00553B64" w:rsidP="00553B64">
      <w:pPr>
        <w:pStyle w:val="Bullet1"/>
      </w:pPr>
      <w:r>
        <w:t>Monitoring “traffic of interest” transiting coastal regions</w:t>
      </w:r>
      <w:r w:rsidR="00051303">
        <w:t>,</w:t>
      </w:r>
    </w:p>
    <w:p w:rsidR="00553B64" w:rsidRDefault="00553B64" w:rsidP="00553B64">
      <w:pPr>
        <w:pStyle w:val="Bullet1"/>
      </w:pPr>
      <w:r>
        <w:t>Ensure that ships submit the reports required by shore-based authorities (by controlling the development of the ship reporting S-2XX data model)</w:t>
      </w:r>
      <w:r w:rsidR="00051303">
        <w:t>.</w:t>
      </w:r>
    </w:p>
    <w:p w:rsidR="00553B64" w:rsidRDefault="00553B64" w:rsidP="00553B64">
      <w:pPr>
        <w:pStyle w:val="Heading1"/>
      </w:pPr>
      <w:r>
        <w:t>DEVELOPMENTS</w:t>
      </w:r>
    </w:p>
    <w:p w:rsidR="00553B64" w:rsidRDefault="00553B64" w:rsidP="00553B64">
      <w:pPr>
        <w:pStyle w:val="BodyText"/>
      </w:pPr>
      <w:r>
        <w:t>IALA should conduct this task considering:</w:t>
      </w:r>
    </w:p>
    <w:p w:rsidR="00553B64" w:rsidRDefault="00553B64" w:rsidP="00553B64">
      <w:pPr>
        <w:pStyle w:val="Bullet1"/>
      </w:pPr>
      <w:r>
        <w:t>Developments within in the IMO FAL Committee</w:t>
      </w:r>
    </w:p>
    <w:p w:rsidR="00553B64" w:rsidRDefault="00553B64" w:rsidP="00553B64">
      <w:pPr>
        <w:pStyle w:val="Bullet1"/>
      </w:pPr>
      <w:r>
        <w:t>Developments of CMDS and S-2XX Product Specifications that relate to ship reporting</w:t>
      </w:r>
    </w:p>
    <w:p w:rsidR="00553B64" w:rsidRDefault="00553B64" w:rsidP="00553B64">
      <w:pPr>
        <w:pStyle w:val="Bullet1"/>
      </w:pPr>
      <w:r>
        <w:t xml:space="preserve">IHMA’s already existing </w:t>
      </w:r>
      <w:hyperlink r:id="rId8" w:history="1">
        <w:r>
          <w:rPr>
            <w:rStyle w:val="Hyperlink"/>
          </w:rPr>
          <w:t>Avanti</w:t>
        </w:r>
      </w:hyperlink>
      <w:r>
        <w:t xml:space="preserve"> port information environment</w:t>
      </w:r>
    </w:p>
    <w:p w:rsidR="00553B64" w:rsidRDefault="00553B64" w:rsidP="006E264D">
      <w:pPr>
        <w:pStyle w:val="Bullet1"/>
      </w:pPr>
      <w:r>
        <w:t>Related initiatives by other organizations/entities</w:t>
      </w:r>
    </w:p>
    <w:p w:rsidR="00553B64" w:rsidRDefault="00553B64" w:rsidP="00553B64">
      <w:pPr>
        <w:pStyle w:val="Heading1"/>
      </w:pPr>
      <w:r>
        <w:t>DISCUSSION</w:t>
      </w:r>
    </w:p>
    <w:p w:rsidR="00553B64" w:rsidRDefault="00553B64" w:rsidP="006E264D">
      <w:pPr>
        <w:pStyle w:val="BodyText"/>
      </w:pPr>
      <w:r>
        <w:t>Several organizations/entities are in the process of developing a means for standardized and automated reporting, however, there is a lack of harmonization which presents a major obstacle to worldwide adoption. Some solutions are designed only for specific countries, some address only reporting requirements some only address the ship-board part of the solution (i.e. the generation and transmission of ship reports)</w:t>
      </w:r>
    </w:p>
    <w:p w:rsidR="00553B64" w:rsidRDefault="00553B64" w:rsidP="00553B64">
      <w:pPr>
        <w:pStyle w:val="References"/>
        <w:numPr>
          <w:ilvl w:val="0"/>
          <w:numId w:val="0"/>
        </w:numPr>
        <w:tabs>
          <w:tab w:val="left" w:pos="720"/>
        </w:tabs>
      </w:pPr>
      <w:r>
        <w:t>To be effective and widely adopted, ship reporting will need to be globally harmonized and fulfill shore-based authorities’ reporting requirements. To do so, the solution will need to include:</w:t>
      </w:r>
    </w:p>
    <w:p w:rsidR="00553B64" w:rsidRDefault="00553B64" w:rsidP="00553B64">
      <w:pPr>
        <w:pStyle w:val="Bullet1"/>
      </w:pPr>
      <w:r>
        <w:t>Publication of shore-based authorities’ ship reporting requirements</w:t>
      </w:r>
    </w:p>
    <w:p w:rsidR="00553B64" w:rsidRDefault="00553B64" w:rsidP="00553B64">
      <w:pPr>
        <w:pStyle w:val="Bullet1"/>
      </w:pPr>
      <w:r>
        <w:t>Provision of tools that Bridge Teams (and others) can use to fulfil these requirements (i.e. tools that automate generation and secure transmission of reports in the proper format in a timely manner)</w:t>
      </w:r>
    </w:p>
    <w:p w:rsidR="00553B64" w:rsidRDefault="00553B64" w:rsidP="00553B64">
      <w:pPr>
        <w:pStyle w:val="Bullet1"/>
      </w:pPr>
      <w:r>
        <w:lastRenderedPageBreak/>
        <w:t>Sharing of ship reports between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rFonts w:asciiTheme="minorHAnsi" w:hAnsiTheme="minorHAnsi"/>
          <w:szCs w:val="22"/>
          <w:lang w:val="fr-FR"/>
        </w:rPr>
      </w:pPr>
      <w:proofErr w:type="spellStart"/>
      <w:r>
        <w:rPr>
          <w:lang w:val="fr-FR"/>
        </w:rPr>
        <w:t>Ships</w:t>
      </w:r>
      <w:proofErr w:type="spellEnd"/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Port agents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proofErr w:type="spellStart"/>
      <w:r>
        <w:rPr>
          <w:lang w:val="fr-FR"/>
        </w:rPr>
        <w:t>Ship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owners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operators</w:t>
      </w:r>
      <w:proofErr w:type="spellEnd"/>
      <w:r w:rsidRPr="006E264D">
        <w:rPr>
          <w:lang w:val="fr-FR"/>
        </w:rPr>
        <w:t xml:space="preserve"> </w:t>
      </w:r>
    </w:p>
    <w:p w:rsidR="006E264D" w:rsidRP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Shore-</w:t>
      </w:r>
      <w:proofErr w:type="spellStart"/>
      <w:r>
        <w:rPr>
          <w:lang w:val="fr-FR"/>
        </w:rPr>
        <w:t>based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authorities</w:t>
      </w:r>
      <w:proofErr w:type="spellEnd"/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proofErr w:type="spellStart"/>
      <w:r>
        <w:rPr>
          <w:lang w:val="fr-FR"/>
        </w:rPr>
        <w:t>Others</w:t>
      </w:r>
      <w:proofErr w:type="spellEnd"/>
    </w:p>
    <w:p w:rsidR="00553B64" w:rsidRDefault="00553B64" w:rsidP="00553B64">
      <w:pPr>
        <w:pStyle w:val="BodyText"/>
        <w:rPr>
          <w:rFonts w:asciiTheme="minorHAnsi" w:hAnsiTheme="minorHAnsi"/>
          <w:lang w:eastAsia="fr-FR"/>
        </w:rPr>
      </w:pPr>
      <w:r>
        <w:t>These three components are intimately intertwined:</w:t>
      </w:r>
    </w:p>
    <w:p w:rsidR="00553B64" w:rsidRDefault="00553B64" w:rsidP="006E264D">
      <w:pPr>
        <w:pStyle w:val="Bullet1"/>
      </w:pPr>
      <w:r>
        <w:t>Automated tools will use ship reporting requirements (and their updates) to generate ship reports</w:t>
      </w:r>
    </w:p>
    <w:p w:rsidR="00553B64" w:rsidRDefault="00553B64" w:rsidP="006E264D">
      <w:pPr>
        <w:pStyle w:val="Bullet1"/>
      </w:pPr>
      <w:r>
        <w:t xml:space="preserve">Sharing of ship reporting information will require that tools that generate (and transmit) reports and report recipients use a </w:t>
      </w:r>
      <w:r>
        <w:rPr>
          <w:color w:val="000000" w:themeColor="text1"/>
        </w:rPr>
        <w:t xml:space="preserve">common cyber security infrastructure for </w:t>
      </w:r>
      <w:r>
        <w:t>authentication, authorization and encryption</w:t>
      </w:r>
    </w:p>
    <w:p w:rsidR="00553B64" w:rsidRDefault="00553B64" w:rsidP="00553B64">
      <w:pPr>
        <w:pStyle w:val="BodyText"/>
      </w:pPr>
      <w:r>
        <w:t>Consequently, IALA National Members will likely be requested to publish their reporting requirements in electronic format in an on-line registry (this is clearly in IALA’s remit).</w:t>
      </w:r>
    </w:p>
    <w:p w:rsidR="00553B64" w:rsidRDefault="00553B64" w:rsidP="00553B64">
      <w:pPr>
        <w:pStyle w:val="BodyText"/>
      </w:pPr>
      <w:r>
        <w:t>IALA National Members, furthermore, will likely prefer to automatically download electronic ship reports into their enforcement systems and therefore will be affected by the structure of the ship reporting (S-2XX) data model.</w:t>
      </w:r>
    </w:p>
    <w:p w:rsidR="00553B64" w:rsidRDefault="00553B64" w:rsidP="00553B64">
      <w:pPr>
        <w:pStyle w:val="Heading1"/>
      </w:pPr>
      <w:r>
        <w:t>Proposed 2018-2022 deliverables for a Ship Reporting Work Item</w:t>
      </w:r>
    </w:p>
    <w:p w:rsidR="00553B64" w:rsidRDefault="00553B64" w:rsidP="00051303">
      <w:pPr>
        <w:pStyle w:val="ListParagraph"/>
        <w:numPr>
          <w:ilvl w:val="0"/>
          <w:numId w:val="32"/>
        </w:numPr>
        <w:spacing w:before="144" w:line="256" w:lineRule="auto"/>
        <w:jc w:val="left"/>
      </w:pPr>
      <w:r>
        <w:t xml:space="preserve">Guideline on ship reporting </w:t>
      </w:r>
      <w:r w:rsidR="00051303" w:rsidRPr="00051303">
        <w:t xml:space="preserve">from the shore-side perspective </w:t>
      </w:r>
      <w:r>
        <w:t>including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Ship Report Template Registry specifications and governance</w:t>
      </w:r>
      <w:r w:rsidR="00051303">
        <w:t xml:space="preserve"> 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Guideline on ship reporting tools.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Minimum cyber security requirements for sharing ship report information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Guideline on migration from current ship reporting system to a harmonized and secure electronic system</w:t>
      </w:r>
    </w:p>
    <w:p w:rsidR="00553B64" w:rsidRDefault="00553B64" w:rsidP="00553B64">
      <w:pPr>
        <w:pStyle w:val="ListParagraph"/>
        <w:numPr>
          <w:ilvl w:val="0"/>
          <w:numId w:val="32"/>
        </w:numPr>
        <w:spacing w:before="144" w:line="256" w:lineRule="auto"/>
        <w:ind w:left="1440"/>
        <w:jc w:val="left"/>
      </w:pPr>
      <w:r>
        <w:t>S-2XX Product Specification of the Ship Reporting Data Model</w:t>
      </w:r>
    </w:p>
    <w:p w:rsidR="00553B64" w:rsidRDefault="00553B64" w:rsidP="00553B64">
      <w:pPr>
        <w:pStyle w:val="ListParagraph"/>
        <w:numPr>
          <w:ilvl w:val="0"/>
          <w:numId w:val="32"/>
        </w:numPr>
        <w:spacing w:before="144" w:line="256" w:lineRule="auto"/>
        <w:ind w:left="1440"/>
        <w:jc w:val="left"/>
      </w:pPr>
      <w:r>
        <w:t>Best practice examples on retrieval of ship reporting information from other systems</w:t>
      </w:r>
    </w:p>
    <w:p w:rsidR="00553B64" w:rsidRDefault="00553B64" w:rsidP="006E264D">
      <w:pPr>
        <w:pStyle w:val="Heading1"/>
      </w:pPr>
      <w:r>
        <w:t>Supporting documents</w:t>
      </w:r>
    </w:p>
    <w:p w:rsidR="00553B64" w:rsidRPr="006E264D" w:rsidRDefault="00553B64" w:rsidP="006E264D">
      <w:pPr>
        <w:pStyle w:val="List1"/>
      </w:pPr>
      <w:r w:rsidRPr="00051303">
        <w:rPr>
          <w:lang w:val="en-GB"/>
        </w:rPr>
        <w:t xml:space="preserve">IMO FAL Invitation for Member States and international organizations to submit documents regarding the application of the Maritime Single Window concept. </w:t>
      </w:r>
      <w:r w:rsidRPr="006E264D">
        <w:t>(</w:t>
      </w:r>
      <w:proofErr w:type="spellStart"/>
      <w:r w:rsidRPr="006E264D">
        <w:t>ref</w:t>
      </w:r>
      <w:proofErr w:type="spellEnd"/>
      <w:r w:rsidRPr="006E264D">
        <w:t xml:space="preserve"> </w:t>
      </w:r>
      <w:hyperlink r:id="rId9" w:history="1">
        <w:r w:rsidRPr="006E264D">
          <w:rPr>
            <w:rStyle w:val="Hyperlink"/>
          </w:rPr>
          <w:t>FAL41-17/5.53</w:t>
        </w:r>
      </w:hyperlink>
      <w:r w:rsidRPr="006E264D">
        <w:t>)</w:t>
      </w:r>
    </w:p>
    <w:p w:rsidR="00553B64" w:rsidRPr="00051303" w:rsidRDefault="00553B64" w:rsidP="006E264D">
      <w:pPr>
        <w:pStyle w:val="List1"/>
        <w:rPr>
          <w:lang w:val="en-GB"/>
        </w:rPr>
      </w:pPr>
      <w:r w:rsidRPr="00051303">
        <w:rPr>
          <w:lang w:val="en-GB"/>
        </w:rPr>
        <w:t xml:space="preserve">IMO </w:t>
      </w:r>
      <w:hyperlink r:id="rId10" w:history="1">
        <w:r w:rsidRPr="00051303">
          <w:rPr>
            <w:rStyle w:val="Hyperlink"/>
            <w:lang w:val="en-GB"/>
          </w:rPr>
          <w:t>Presentation</w:t>
        </w:r>
      </w:hyperlink>
      <w:r w:rsidRPr="00051303">
        <w:rPr>
          <w:lang w:val="en-GB"/>
        </w:rPr>
        <w:t xml:space="preserve"> on Ship Reporting on October 7</w:t>
      </w:r>
      <w:r w:rsidRPr="00051303">
        <w:rPr>
          <w:vertAlign w:val="superscript"/>
          <w:lang w:val="en-GB"/>
        </w:rPr>
        <w:t>th</w:t>
      </w:r>
      <w:r w:rsidRPr="00051303">
        <w:rPr>
          <w:lang w:val="en-GB"/>
        </w:rPr>
        <w:t>, 2015 in Singapore</w:t>
      </w:r>
    </w:p>
    <w:p w:rsidR="00553B64" w:rsidRPr="00051303" w:rsidRDefault="00553B64" w:rsidP="006E264D">
      <w:pPr>
        <w:pStyle w:val="List1"/>
        <w:rPr>
          <w:lang w:val="en-GB"/>
        </w:rPr>
      </w:pPr>
      <w:r w:rsidRPr="00051303">
        <w:rPr>
          <w:lang w:val="en-GB"/>
        </w:rPr>
        <w:t>ENAV21 Input Paper on MSP8 Vessel Shore Reporting Service (ENAV21-12.8 Input paper on the Draft IALA Guideline for MSP8 Vessel Shore Reporting v1.4)</w:t>
      </w:r>
    </w:p>
    <w:p w:rsidR="00553B64" w:rsidRDefault="006E264D" w:rsidP="006E264D">
      <w:pPr>
        <w:pStyle w:val="Heading2"/>
      </w:pPr>
      <w:r w:rsidRPr="005D3323">
        <w:rPr>
          <w:highlight w:val="yellow"/>
        </w:rPr>
        <w:t>ACTION</w:t>
      </w:r>
      <w:bookmarkStart w:id="0" w:name="_GoBack"/>
      <w:bookmarkEnd w:id="0"/>
      <w:r>
        <w:t xml:space="preserve"> REQUESTED FROM PAP</w:t>
      </w:r>
    </w:p>
    <w:p w:rsidR="00553B64" w:rsidRDefault="00553B64" w:rsidP="00553B64">
      <w:pPr>
        <w:pStyle w:val="PlainText"/>
        <w:ind w:left="360"/>
      </w:pPr>
      <w:r>
        <w:t xml:space="preserve">The ENAV Committee invites </w:t>
      </w:r>
      <w:r w:rsidR="006E264D">
        <w:t>PAP</w:t>
      </w:r>
      <w:r>
        <w:t xml:space="preserve"> to consider </w:t>
      </w:r>
      <w:r w:rsidR="006E264D">
        <w:t xml:space="preserve">the </w:t>
      </w:r>
      <w:r>
        <w:t>approval of the inclusion of the proposed task into IALA’s 2018-2022 Work Program</w:t>
      </w:r>
      <w:r w:rsidR="00051303">
        <w:t>.</w:t>
      </w:r>
    </w:p>
    <w:sectPr w:rsidR="00553B64" w:rsidSect="005D05AC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60C" w:rsidRDefault="0026560C" w:rsidP="00002906">
      <w:r>
        <w:separator/>
      </w:r>
    </w:p>
  </w:endnote>
  <w:endnote w:type="continuationSeparator" w:id="0">
    <w:p w:rsidR="0026560C" w:rsidRDefault="0026560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D332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60C" w:rsidRDefault="0026560C" w:rsidP="00002906">
      <w:r>
        <w:separator/>
      </w:r>
    </w:p>
  </w:footnote>
  <w:footnote w:type="continuationSeparator" w:id="0">
    <w:p w:rsidR="0026560C" w:rsidRDefault="0026560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D76CDA">
    <w:pPr>
      <w:pStyle w:val="Header"/>
    </w:pPr>
    <w:r>
      <w:rPr>
        <w:noProof/>
        <w:lang w:val="en-GB" w:eastAsia="en-GB"/>
      </w:rPr>
      <w:drawing>
        <wp:inline distT="0" distB="0" distL="0" distR="0" wp14:anchorId="63AC076B" wp14:editId="59A58BAE">
          <wp:extent cx="75057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7A01323"/>
    <w:multiLevelType w:val="hybridMultilevel"/>
    <w:tmpl w:val="9620F2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543892"/>
    <w:multiLevelType w:val="hybridMultilevel"/>
    <w:tmpl w:val="DB58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3A5B64D9"/>
    <w:multiLevelType w:val="multilevel"/>
    <w:tmpl w:val="3AB4764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0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BD4677"/>
    <w:multiLevelType w:val="hybridMultilevel"/>
    <w:tmpl w:val="17520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2E74B5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DF3E8C"/>
    <w:multiLevelType w:val="hybridMultilevel"/>
    <w:tmpl w:val="A4CA6D30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784E2510"/>
    <w:multiLevelType w:val="hybridMultilevel"/>
    <w:tmpl w:val="D9203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CD44AF"/>
    <w:multiLevelType w:val="hybridMultilevel"/>
    <w:tmpl w:val="4698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3"/>
  </w:num>
  <w:num w:numId="4">
    <w:abstractNumId w:val="13"/>
  </w:num>
  <w:num w:numId="5">
    <w:abstractNumId w:val="7"/>
  </w:num>
  <w:num w:numId="6">
    <w:abstractNumId w:val="14"/>
  </w:num>
  <w:num w:numId="7">
    <w:abstractNumId w:val="10"/>
  </w:num>
  <w:num w:numId="8">
    <w:abstractNumId w:val="0"/>
  </w:num>
  <w:num w:numId="9">
    <w:abstractNumId w:val="5"/>
  </w:num>
  <w:num w:numId="10">
    <w:abstractNumId w:val="1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8"/>
  </w:num>
  <w:num w:numId="17">
    <w:abstractNumId w:val="20"/>
  </w:num>
  <w:num w:numId="18">
    <w:abstractNumId w:val="4"/>
  </w:num>
  <w:num w:numId="19">
    <w:abstractNumId w:val="16"/>
  </w:num>
  <w:num w:numId="20">
    <w:abstractNumId w:val="11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6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1303"/>
    <w:rsid w:val="00073774"/>
    <w:rsid w:val="000A5A01"/>
    <w:rsid w:val="00135447"/>
    <w:rsid w:val="00152273"/>
    <w:rsid w:val="001A654A"/>
    <w:rsid w:val="001C74CF"/>
    <w:rsid w:val="0025790B"/>
    <w:rsid w:val="0026560C"/>
    <w:rsid w:val="002E0344"/>
    <w:rsid w:val="003D55DD"/>
    <w:rsid w:val="003E1831"/>
    <w:rsid w:val="004060C6"/>
    <w:rsid w:val="00424954"/>
    <w:rsid w:val="004C1386"/>
    <w:rsid w:val="004C220D"/>
    <w:rsid w:val="00553B64"/>
    <w:rsid w:val="005D05AC"/>
    <w:rsid w:val="005D13E5"/>
    <w:rsid w:val="005D3323"/>
    <w:rsid w:val="00630F7F"/>
    <w:rsid w:val="0064435F"/>
    <w:rsid w:val="006D470F"/>
    <w:rsid w:val="006D5783"/>
    <w:rsid w:val="006E264D"/>
    <w:rsid w:val="00727E88"/>
    <w:rsid w:val="00775878"/>
    <w:rsid w:val="0080092C"/>
    <w:rsid w:val="00872453"/>
    <w:rsid w:val="008F13DD"/>
    <w:rsid w:val="00902AA4"/>
    <w:rsid w:val="00905741"/>
    <w:rsid w:val="009F3B6C"/>
    <w:rsid w:val="009F5C36"/>
    <w:rsid w:val="00A27F12"/>
    <w:rsid w:val="00A30579"/>
    <w:rsid w:val="00AA76C0"/>
    <w:rsid w:val="00B077EC"/>
    <w:rsid w:val="00B15B24"/>
    <w:rsid w:val="00B428DA"/>
    <w:rsid w:val="00B463B7"/>
    <w:rsid w:val="00B52D0D"/>
    <w:rsid w:val="00B8247E"/>
    <w:rsid w:val="00BE56DF"/>
    <w:rsid w:val="00C9391A"/>
    <w:rsid w:val="00CA04AF"/>
    <w:rsid w:val="00CF3661"/>
    <w:rsid w:val="00D76CDA"/>
    <w:rsid w:val="00DF44CC"/>
    <w:rsid w:val="00E401AE"/>
    <w:rsid w:val="00E66034"/>
    <w:rsid w:val="00E93C9B"/>
    <w:rsid w:val="00EB1186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04C308C-36E3-4471-B6FD-FE90EAC8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5D13E5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3B6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553B64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53B64"/>
    <w:pPr>
      <w:spacing w:beforeLines="60"/>
      <w:ind w:left="720"/>
      <w:contextualSpacing/>
      <w:jc w:val="both"/>
    </w:pPr>
    <w:rPr>
      <w:rFonts w:asciiTheme="minorHAnsi" w:hAnsiTheme="minorHAnsi"/>
      <w:szCs w:val="22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553B64"/>
    <w:rPr>
      <w:rFonts w:ascii="Calibri" w:eastAsiaTheme="minorHAnsi" w:hAnsi="Calibri" w:cs="Calibri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3B64"/>
    <w:rPr>
      <w:rFonts w:ascii="Calibri" w:eastAsiaTheme="minorHAnsi" w:hAnsi="Calibri" w:cs="Calibri"/>
      <w:sz w:val="22"/>
      <w:szCs w:val="22"/>
      <w:lang w:val="en-US" w:eastAsia="en-US"/>
    </w:rPr>
  </w:style>
  <w:style w:type="paragraph" w:customStyle="1" w:styleId="References">
    <w:name w:val="References"/>
    <w:basedOn w:val="Normal"/>
    <w:rsid w:val="00553B64"/>
    <w:pPr>
      <w:numPr>
        <w:numId w:val="25"/>
      </w:numPr>
      <w:spacing w:after="120"/>
    </w:pPr>
    <w:rPr>
      <w:rFonts w:ascii="Calibri" w:eastAsia="Gulim" w:hAnsi="Calibri" w:cs="Calibri"/>
      <w:szCs w:val="22"/>
      <w:lang w:val="en-US" w:eastAsia="en-GB"/>
    </w:rPr>
  </w:style>
  <w:style w:type="table" w:styleId="TableGrid">
    <w:name w:val="Table Grid"/>
    <w:basedOn w:val="TableNormal"/>
    <w:uiPriority w:val="39"/>
    <w:rsid w:val="00553B64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bourmaster.org/downloadfile.php?df=images/upload/files/nautical-port-info_docs_pdf_912.pdf&amp;dfn=QXZhbnRpIGZseWVyIDIwMTQucGRm&amp;decode=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pa.gov.sg/web/wcm/connect/www/d32866e9-cee9-441d-a454-faaab309476b/mahapatra_global_approach_ship_reporting.pdf?MOD=AJPER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o.org/en/OurWork/Facilitation/FALCommittee/Facilitation/FAL%2041-17%20-%20Table%20of%20contents%20(Secretariat)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12828-4B55-462D-B768-1AEA894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3</cp:revision>
  <cp:lastPrinted>2006-10-19T10:49:00Z</cp:lastPrinted>
  <dcterms:created xsi:type="dcterms:W3CDTF">2017-09-21T15:56:00Z</dcterms:created>
  <dcterms:modified xsi:type="dcterms:W3CDTF">2017-09-21T15:57:00Z</dcterms:modified>
</cp:coreProperties>
</file>